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65A2A" w14:textId="77777777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37A5" w:rsidRPr="00D437A5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D437A5" w:rsidRPr="00D437A5">
        <w:rPr>
          <w:rFonts w:ascii="Corbel" w:hAnsi="Corbel"/>
          <w:bCs/>
          <w:i/>
        </w:rPr>
        <w:t>UR  nr</w:t>
      </w:r>
      <w:proofErr w:type="gramEnd"/>
      <w:r w:rsidR="00D437A5" w:rsidRPr="00D437A5">
        <w:rPr>
          <w:rFonts w:ascii="Corbel" w:hAnsi="Corbel"/>
          <w:bCs/>
          <w:i/>
        </w:rPr>
        <w:t xml:space="preserve"> 12/2019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77777777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437A5">
        <w:rPr>
          <w:rFonts w:ascii="Corbel" w:hAnsi="Corbel"/>
          <w:smallCaps/>
          <w:sz w:val="24"/>
          <w:szCs w:val="24"/>
        </w:rPr>
        <w:t>2020-2022</w:t>
      </w:r>
    </w:p>
    <w:p w14:paraId="094D98B0" w14:textId="77777777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2021/2022</w:t>
      </w:r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C568BF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717C0DC0" w:rsidR="0085747A" w:rsidRPr="009C54AE" w:rsidRDefault="00A80111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74BE27B1" w:rsidR="00015B8F" w:rsidRPr="009C54AE" w:rsidRDefault="00A801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77777777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04BDF369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 xml:space="preserve"> 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28262659" w:rsidR="0085747A" w:rsidRPr="009C54AE" w:rsidRDefault="00A80111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5C22747C" w:rsidR="00C61DC5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80111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7777777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</w:t>
            </w:r>
            <w:proofErr w:type="gram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prywatne :</w:t>
            </w:r>
            <w:proofErr w:type="gram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50BBA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10202" w14:textId="77777777" w:rsidR="009654CE" w:rsidRDefault="009654CE" w:rsidP="00C16ABF">
      <w:pPr>
        <w:spacing w:after="0" w:line="240" w:lineRule="auto"/>
      </w:pPr>
      <w:r>
        <w:separator/>
      </w:r>
    </w:p>
  </w:endnote>
  <w:endnote w:type="continuationSeparator" w:id="0">
    <w:p w14:paraId="715588E9" w14:textId="77777777" w:rsidR="009654CE" w:rsidRDefault="009654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FCA68" w14:textId="77777777" w:rsidR="009654CE" w:rsidRDefault="009654CE" w:rsidP="00C16ABF">
      <w:pPr>
        <w:spacing w:after="0" w:line="240" w:lineRule="auto"/>
      </w:pPr>
      <w:r>
        <w:separator/>
      </w:r>
    </w:p>
  </w:footnote>
  <w:footnote w:type="continuationSeparator" w:id="0">
    <w:p w14:paraId="10B6C436" w14:textId="77777777" w:rsidR="009654CE" w:rsidRDefault="009654CE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C81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F43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654CE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11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BBB970F0-8844-42C9-8975-614B936D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B1A2A1-5ACC-4F37-96BD-1518139E9F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35974-598E-4D7F-9BB1-37950A982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1219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2020-12-13T10:50:00Z</dcterms:created>
  <dcterms:modified xsi:type="dcterms:W3CDTF">2020-12-13T10:50:00Z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